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1"/>
        <w:gridCol w:w="2881"/>
      </w:tblGrid>
      <w:tr w:rsidR="007C7C8E" w:rsidTr="00DD1332">
        <w:trPr>
          <w:trHeight w:val="4098"/>
        </w:trPr>
        <w:tc>
          <w:tcPr>
            <w:tcW w:w="2881" w:type="dxa"/>
          </w:tcPr>
          <w:p w:rsidR="00DD1332" w:rsidRDefault="00DD1332" w:rsidP="00DD1332"/>
          <w:p w:rsidR="00DD1332" w:rsidRDefault="00DD1332" w:rsidP="00DD133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C-Cooperation</w:t>
            </w:r>
          </w:p>
          <w:p w:rsidR="007C7C8E" w:rsidRDefault="007C7C8E" w:rsidP="007C7C8E">
            <w:pPr>
              <w:jc w:val="center"/>
              <w:rPr>
                <w:rFonts w:ascii="Trebuchet MS" w:hAnsi="Trebuchet MS" w:cs="Arial"/>
              </w:rPr>
            </w:pPr>
            <w:r>
              <w:rPr>
                <w:noProof/>
              </w:rPr>
              <w:drawing>
                <wp:inline distT="0" distB="0" distL="0" distR="0" wp14:anchorId="3803C44D" wp14:editId="0E325175">
                  <wp:extent cx="771525" cy="895350"/>
                  <wp:effectExtent l="0" t="0" r="9525" b="0"/>
                  <wp:docPr id="1180" name="Picture 77" descr="http://bowllicker.com/wp-content/uploads/Stone_So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" name="Picture 77" descr="http://bowllicker.com/wp-content/uploads/Stone_So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7C7C8E" w:rsidRDefault="007C7C8E" w:rsidP="007C7C8E">
            <w:pPr>
              <w:jc w:val="center"/>
              <w:rPr>
                <w:rFonts w:ascii="Trebuchet MS" w:hAnsi="Trebuchet MS" w:cs="Arial"/>
              </w:rPr>
            </w:pPr>
          </w:p>
          <w:p w:rsidR="007C7C8E" w:rsidRPr="00DD1332" w:rsidRDefault="007C7C8E" w:rsidP="007C7C8E">
            <w:pPr>
              <w:jc w:val="center"/>
              <w:rPr>
                <w:rFonts w:ascii="Trebuchet MS" w:hAnsi="Trebuchet MS" w:cs="Arial"/>
              </w:rPr>
            </w:pPr>
            <w:r>
              <w:rPr>
                <w:noProof/>
              </w:rPr>
              <w:drawing>
                <wp:inline distT="0" distB="0" distL="0" distR="0" wp14:anchorId="3E5A7D70" wp14:editId="308B1977">
                  <wp:extent cx="1114425" cy="11144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1332" w:rsidRDefault="00DD1332" w:rsidP="00DD1332"/>
        </w:tc>
        <w:tc>
          <w:tcPr>
            <w:tcW w:w="2881" w:type="dxa"/>
          </w:tcPr>
          <w:p w:rsidR="00DD1332" w:rsidRDefault="00DD1332" w:rsidP="00DD1332"/>
          <w:p w:rsidR="00DD1332" w:rsidRDefault="00DD1332" w:rsidP="00DD133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C-Cooperation</w:t>
            </w:r>
          </w:p>
          <w:p w:rsidR="007C7C8E" w:rsidRDefault="007C7C8E" w:rsidP="007C7C8E">
            <w:pPr>
              <w:jc w:val="center"/>
              <w:rPr>
                <w:rFonts w:ascii="Trebuchet MS" w:hAnsi="Trebuchet MS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838200" cy="971550"/>
                  <wp:effectExtent l="0" t="0" r="0" b="0"/>
                  <wp:docPr id="8" name="Picture 8" descr="http://www.doinggoodtogether.org/wp-content/uploads/swim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doinggoodtogether.org/wp-content/uploads/swim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7C8E" w:rsidRDefault="007C7C8E" w:rsidP="007C7C8E">
            <w:pPr>
              <w:jc w:val="center"/>
              <w:rPr>
                <w:rFonts w:ascii="Trebuchet MS" w:hAnsi="Trebuchet MS" w:cs="Arial"/>
              </w:rPr>
            </w:pPr>
          </w:p>
          <w:p w:rsidR="007C7C8E" w:rsidRPr="00DD1332" w:rsidRDefault="007C7C8E" w:rsidP="007C7C8E">
            <w:pPr>
              <w:jc w:val="center"/>
              <w:rPr>
                <w:rFonts w:ascii="Trebuchet MS" w:hAnsi="Trebuchet MS" w:cs="Arial"/>
              </w:rPr>
            </w:pPr>
            <w:r>
              <w:rPr>
                <w:noProof/>
              </w:rPr>
              <w:drawing>
                <wp:inline distT="0" distB="0" distL="0" distR="0" wp14:anchorId="1CFA79EC" wp14:editId="50240C94">
                  <wp:extent cx="1133475" cy="11334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1332" w:rsidRPr="00DD1332" w:rsidRDefault="00DD1332" w:rsidP="00DD1332">
            <w:pPr>
              <w:rPr>
                <w:rFonts w:ascii="Trebuchet MS" w:hAnsi="Trebuchet MS"/>
              </w:rPr>
            </w:pPr>
          </w:p>
        </w:tc>
        <w:tc>
          <w:tcPr>
            <w:tcW w:w="2881" w:type="dxa"/>
          </w:tcPr>
          <w:p w:rsidR="00DD1332" w:rsidRDefault="00DD1332" w:rsidP="00DD1332"/>
          <w:p w:rsidR="00DD1332" w:rsidRDefault="00DD1332" w:rsidP="00DD1332">
            <w:r>
              <w:t xml:space="preserve">A-Assertion </w:t>
            </w:r>
          </w:p>
          <w:p w:rsidR="007C7C8E" w:rsidRDefault="007C7C8E" w:rsidP="007C7C8E">
            <w:pPr>
              <w:jc w:val="center"/>
              <w:rPr>
                <w:rFonts w:ascii="Trebuchet MS" w:hAnsi="Trebuchet MS"/>
              </w:rPr>
            </w:pPr>
            <w:r>
              <w:rPr>
                <w:noProof/>
              </w:rPr>
              <w:drawing>
                <wp:inline distT="0" distB="0" distL="0" distR="0">
                  <wp:extent cx="1038225" cy="966348"/>
                  <wp:effectExtent l="0" t="0" r="0" b="5715"/>
                  <wp:docPr id="6" name="Picture 6" descr="http://ecx.images-amazon.com/images/I/41NH5EZ4AKL._SX258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cx.images-amazon.com/images/I/41NH5EZ4AKL._SX258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6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7C8E" w:rsidRDefault="007C7C8E" w:rsidP="007C7C8E">
            <w:pPr>
              <w:rPr>
                <w:rFonts w:ascii="Trebuchet MS" w:hAnsi="Trebuchet MS"/>
              </w:rPr>
            </w:pPr>
          </w:p>
          <w:p w:rsidR="007C7C8E" w:rsidRPr="00DD1332" w:rsidRDefault="007C7C8E" w:rsidP="007C7C8E">
            <w:pPr>
              <w:jc w:val="center"/>
              <w:rPr>
                <w:rFonts w:ascii="Trebuchet MS" w:hAnsi="Trebuchet MS"/>
              </w:rPr>
            </w:pPr>
            <w:r>
              <w:rPr>
                <w:noProof/>
              </w:rPr>
              <w:drawing>
                <wp:inline distT="0" distB="0" distL="0" distR="0" wp14:anchorId="45E2BDCC" wp14:editId="269821EA">
                  <wp:extent cx="1171575" cy="11715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1" w:type="dxa"/>
          </w:tcPr>
          <w:p w:rsidR="00DD1332" w:rsidRDefault="00DD1332" w:rsidP="00DD1332"/>
          <w:p w:rsidR="00DD1332" w:rsidRDefault="00DD7504" w:rsidP="00DD1332">
            <w:r>
              <w:t>A-Assertion</w:t>
            </w:r>
          </w:p>
          <w:p w:rsidR="00DD7504" w:rsidRDefault="00DD7504" w:rsidP="00DD7504">
            <w:pPr>
              <w:jc w:val="center"/>
              <w:rPr>
                <w:rFonts w:ascii="Trebuchet MS" w:hAnsi="Trebuchet MS"/>
              </w:rPr>
            </w:pPr>
            <w:r>
              <w:rPr>
                <w:noProof/>
              </w:rPr>
              <w:drawing>
                <wp:inline distT="0" distB="0" distL="0" distR="0" wp14:anchorId="7D90ED22" wp14:editId="0AA8B382">
                  <wp:extent cx="771525" cy="962025"/>
                  <wp:effectExtent l="0" t="0" r="9525" b="9525"/>
                  <wp:docPr id="1160" name="Picture 3" descr="http://justanapprentice.files.wordpress.com/2008/11/therecessquee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" name="Picture 3" descr="http://justanapprentice.files.wordpress.com/2008/11/therecessquee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DD7504" w:rsidRDefault="00DD7504" w:rsidP="00DD7504">
            <w:pPr>
              <w:jc w:val="center"/>
              <w:rPr>
                <w:rFonts w:ascii="Trebuchet MS" w:hAnsi="Trebuchet MS"/>
              </w:rPr>
            </w:pPr>
          </w:p>
          <w:p w:rsidR="00DD7504" w:rsidRPr="00DD1332" w:rsidRDefault="00DD7504" w:rsidP="00DD7504">
            <w:pPr>
              <w:jc w:val="center"/>
              <w:rPr>
                <w:rFonts w:ascii="Trebuchet MS" w:hAnsi="Trebuchet MS"/>
              </w:rPr>
            </w:pPr>
            <w:r>
              <w:rPr>
                <w:noProof/>
              </w:rPr>
              <w:drawing>
                <wp:inline distT="0" distB="0" distL="0" distR="0" wp14:anchorId="2B181583" wp14:editId="55FE01E7">
                  <wp:extent cx="1162050" cy="11620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C8E" w:rsidTr="00DD1332">
        <w:trPr>
          <w:trHeight w:val="4098"/>
        </w:trPr>
        <w:tc>
          <w:tcPr>
            <w:tcW w:w="2881" w:type="dxa"/>
          </w:tcPr>
          <w:p w:rsidR="00DD1332" w:rsidRDefault="00DD1332" w:rsidP="00DD1332"/>
          <w:p w:rsidR="00DD1332" w:rsidRPr="00DD1332" w:rsidRDefault="00DD1332" w:rsidP="00DD133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R-Responsibility</w:t>
            </w:r>
          </w:p>
          <w:p w:rsidR="004B66B9" w:rsidRDefault="004B66B9" w:rsidP="00DD750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82E621" wp14:editId="23C35B54">
                  <wp:extent cx="854728" cy="990600"/>
                  <wp:effectExtent l="0" t="0" r="2540" b="0"/>
                  <wp:docPr id="1175" name="Picture 54" descr="http://kristendenhartog.files.wordpress.com/2009/11/brave-ir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5" name="Picture 54" descr="http://kristendenhartog.files.wordpress.com/2009/11/brave-ir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3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DD7504" w:rsidRDefault="00DD7504" w:rsidP="00DD7504">
            <w:pPr>
              <w:jc w:val="center"/>
            </w:pPr>
          </w:p>
          <w:p w:rsidR="00DD1332" w:rsidRDefault="00DD7504" w:rsidP="00DD750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FC53A6" wp14:editId="7221E988">
                  <wp:extent cx="1209675" cy="11620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1332" w:rsidRDefault="00DD1332" w:rsidP="00DD1332"/>
          <w:p w:rsidR="00DD1332" w:rsidRDefault="00DD1332" w:rsidP="00DD1332"/>
          <w:p w:rsidR="00DD1332" w:rsidRDefault="00DD1332" w:rsidP="00DD1332"/>
          <w:p w:rsidR="00DD1332" w:rsidRDefault="00DD1332" w:rsidP="00DD1332"/>
        </w:tc>
        <w:tc>
          <w:tcPr>
            <w:tcW w:w="2881" w:type="dxa"/>
          </w:tcPr>
          <w:p w:rsidR="00DD1332" w:rsidRDefault="00DD1332" w:rsidP="00DD1332"/>
          <w:p w:rsidR="00DD1332" w:rsidRDefault="00DD1332" w:rsidP="00DD133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E-Empathy</w:t>
            </w:r>
          </w:p>
          <w:p w:rsidR="004B66B9" w:rsidRDefault="004B66B9" w:rsidP="004B66B9">
            <w:pPr>
              <w:jc w:val="center"/>
              <w:rPr>
                <w:rFonts w:ascii="Trebuchet MS" w:hAnsi="Trebuchet MS"/>
              </w:rPr>
            </w:pPr>
            <w:r>
              <w:rPr>
                <w:noProof/>
              </w:rPr>
              <w:drawing>
                <wp:inline distT="0" distB="0" distL="0" distR="0" wp14:anchorId="14D160AD" wp14:editId="3F7683D8">
                  <wp:extent cx="952500" cy="990600"/>
                  <wp:effectExtent l="0" t="0" r="0" b="0"/>
                  <wp:docPr id="1172" name="Picture 51" descr="http://365books365days.files.wordpress.com/2009/11/bad-case-of-strip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" name="Picture 51" descr="http://365books365days.files.wordpress.com/2009/11/bad-case-of-strip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4B66B9" w:rsidRDefault="004B66B9" w:rsidP="004B66B9">
            <w:pPr>
              <w:jc w:val="center"/>
              <w:rPr>
                <w:rFonts w:ascii="Trebuchet MS" w:hAnsi="Trebuchet MS"/>
              </w:rPr>
            </w:pPr>
          </w:p>
          <w:p w:rsidR="004B66B9" w:rsidRPr="00DD1332" w:rsidRDefault="004B66B9" w:rsidP="004B66B9">
            <w:pPr>
              <w:jc w:val="center"/>
              <w:rPr>
                <w:rFonts w:ascii="Trebuchet MS" w:hAnsi="Trebuchet MS"/>
              </w:rPr>
            </w:pPr>
            <w:r>
              <w:rPr>
                <w:noProof/>
              </w:rPr>
              <w:drawing>
                <wp:inline distT="0" distB="0" distL="0" distR="0" wp14:anchorId="3A7DFE73" wp14:editId="0E97479D">
                  <wp:extent cx="1190625" cy="11906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1" w:type="dxa"/>
          </w:tcPr>
          <w:p w:rsidR="00DD1332" w:rsidRDefault="00DD1332" w:rsidP="00DD1332"/>
          <w:p w:rsidR="00DD1332" w:rsidRDefault="00DD1332" w:rsidP="00DD133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E-Empathy</w:t>
            </w:r>
          </w:p>
          <w:p w:rsidR="004B66B9" w:rsidRDefault="004B66B9" w:rsidP="004B66B9">
            <w:pPr>
              <w:jc w:val="center"/>
              <w:rPr>
                <w:rFonts w:ascii="Trebuchet MS" w:hAnsi="Trebuchet MS" w:cs="Arial"/>
              </w:rPr>
            </w:pPr>
            <w:r>
              <w:rPr>
                <w:noProof/>
              </w:rPr>
              <w:drawing>
                <wp:inline distT="0" distB="0" distL="0" distR="0" wp14:anchorId="08928C16" wp14:editId="2E209431">
                  <wp:extent cx="1122096" cy="990600"/>
                  <wp:effectExtent l="0" t="0" r="1905" b="0"/>
                  <wp:docPr id="1173" name="Picture 52" descr="http://ihatesnaps.files.wordpress.com/2007/03/stellalu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3" name="Picture 52" descr="http://ihatesnaps.files.wordpress.com/2007/03/stellalu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96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4B66B9" w:rsidRDefault="004B66B9" w:rsidP="004B66B9">
            <w:pPr>
              <w:jc w:val="center"/>
              <w:rPr>
                <w:rFonts w:ascii="Trebuchet MS" w:hAnsi="Trebuchet MS" w:cs="Arial"/>
              </w:rPr>
            </w:pPr>
          </w:p>
          <w:p w:rsidR="004B66B9" w:rsidRPr="00DD1332" w:rsidRDefault="004B66B9" w:rsidP="004B66B9">
            <w:pPr>
              <w:jc w:val="center"/>
              <w:rPr>
                <w:rFonts w:ascii="Trebuchet MS" w:hAnsi="Trebuchet MS" w:cs="Arial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2B27F1C3" wp14:editId="36728262">
                  <wp:extent cx="1162050" cy="11620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1" w:type="dxa"/>
          </w:tcPr>
          <w:p w:rsidR="00DD1332" w:rsidRDefault="00DD1332" w:rsidP="00DD1332">
            <w:pPr>
              <w:rPr>
                <w:rFonts w:ascii="Trebuchet MS" w:hAnsi="Trebuchet MS" w:cs="Arial"/>
              </w:rPr>
            </w:pPr>
          </w:p>
          <w:p w:rsidR="00DD1332" w:rsidRDefault="00DD1332" w:rsidP="00DD1332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S- Self-Control</w:t>
            </w:r>
          </w:p>
          <w:p w:rsidR="00DD1332" w:rsidRDefault="00DD1332" w:rsidP="004B66B9">
            <w:pPr>
              <w:jc w:val="center"/>
              <w:rPr>
                <w:rFonts w:ascii="Trebuchet MS" w:hAnsi="Trebuchet MS" w:cs="Arial"/>
              </w:rPr>
            </w:pPr>
            <w:r>
              <w:rPr>
                <w:noProof/>
              </w:rPr>
              <w:drawing>
                <wp:inline distT="0" distB="0" distL="0" distR="0" wp14:anchorId="4C76FD83" wp14:editId="6CC6689D">
                  <wp:extent cx="952500" cy="1001768"/>
                  <wp:effectExtent l="0" t="0" r="0" b="8255"/>
                  <wp:docPr id="1159" name="Picture 1" descr="http://www.inspire4less.com/productimages/97805901897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" name="Picture 1" descr="http://www.inspire4less.com/productimages/97805901897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34" cy="1005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4B66B9" w:rsidRDefault="004B66B9" w:rsidP="004B66B9">
            <w:pPr>
              <w:jc w:val="center"/>
              <w:rPr>
                <w:rFonts w:ascii="Trebuchet MS" w:hAnsi="Trebuchet MS" w:cs="Arial"/>
              </w:rPr>
            </w:pPr>
          </w:p>
          <w:p w:rsidR="004B66B9" w:rsidRPr="00DD1332" w:rsidRDefault="004B66B9" w:rsidP="004B66B9">
            <w:pPr>
              <w:jc w:val="center"/>
              <w:rPr>
                <w:rFonts w:ascii="Trebuchet MS" w:hAnsi="Trebuchet MS" w:cs="Arial"/>
              </w:rPr>
            </w:pPr>
            <w:r>
              <w:rPr>
                <w:noProof/>
              </w:rPr>
              <w:drawing>
                <wp:inline distT="0" distB="0" distL="0" distR="0" wp14:anchorId="039FC212" wp14:editId="22E4D2E8">
                  <wp:extent cx="1200150" cy="1200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1332" w:rsidRDefault="00DD1332"/>
    <w:p w:rsidR="00DD1332" w:rsidRDefault="00DD1332"/>
    <w:p w:rsidR="00DD1332" w:rsidRDefault="00DD1332"/>
    <w:p w:rsidR="004F5D72" w:rsidRDefault="004F5D72"/>
    <w:sectPr w:rsidR="004F5D72" w:rsidSect="00DD1332">
      <w:headerReference w:type="default" r:id="rId2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32" w:rsidRDefault="00DD1332" w:rsidP="00DD1332">
      <w:pPr>
        <w:spacing w:after="0" w:line="240" w:lineRule="auto"/>
      </w:pPr>
      <w:r>
        <w:separator/>
      </w:r>
    </w:p>
  </w:endnote>
  <w:endnote w:type="continuationSeparator" w:id="0">
    <w:p w:rsidR="00DD1332" w:rsidRDefault="00DD1332" w:rsidP="00DD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32" w:rsidRDefault="00DD1332" w:rsidP="00DD1332">
      <w:pPr>
        <w:spacing w:after="0" w:line="240" w:lineRule="auto"/>
      </w:pPr>
      <w:r>
        <w:separator/>
      </w:r>
    </w:p>
  </w:footnote>
  <w:footnote w:type="continuationSeparator" w:id="0">
    <w:p w:rsidR="00DD1332" w:rsidRDefault="00DD1332" w:rsidP="00DD1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332" w:rsidRPr="00DD1332" w:rsidRDefault="00DD1332" w:rsidP="00DD1332">
    <w:pPr>
      <w:pStyle w:val="Header"/>
      <w:jc w:val="center"/>
      <w:rPr>
        <w:rFonts w:ascii="Trebuchet MS" w:hAnsi="Trebuchet MS"/>
        <w:sz w:val="44"/>
      </w:rPr>
    </w:pPr>
    <w:r>
      <w:rPr>
        <w:rFonts w:ascii="Trebuchet MS" w:hAnsi="Trebuchet MS"/>
        <w:sz w:val="44"/>
      </w:rPr>
      <w:t>Books that teach C.A.R.E.S.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4275B"/>
    <w:multiLevelType w:val="hybridMultilevel"/>
    <w:tmpl w:val="8494B318"/>
    <w:lvl w:ilvl="0" w:tplc="3FCE30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E6465"/>
    <w:multiLevelType w:val="hybridMultilevel"/>
    <w:tmpl w:val="F54E45D0"/>
    <w:lvl w:ilvl="0" w:tplc="0BB8DDD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32"/>
    <w:rsid w:val="00126B8E"/>
    <w:rsid w:val="004B66B9"/>
    <w:rsid w:val="004F5D72"/>
    <w:rsid w:val="007C7C8E"/>
    <w:rsid w:val="00DD1332"/>
    <w:rsid w:val="00DD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332"/>
  </w:style>
  <w:style w:type="paragraph" w:styleId="Footer">
    <w:name w:val="footer"/>
    <w:basedOn w:val="Normal"/>
    <w:link w:val="FooterChar"/>
    <w:uiPriority w:val="99"/>
    <w:unhideWhenUsed/>
    <w:rsid w:val="00DD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332"/>
  </w:style>
  <w:style w:type="paragraph" w:styleId="ListParagraph">
    <w:name w:val="List Paragraph"/>
    <w:basedOn w:val="Normal"/>
    <w:uiPriority w:val="34"/>
    <w:qFormat/>
    <w:rsid w:val="00DD13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1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3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66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332"/>
  </w:style>
  <w:style w:type="paragraph" w:styleId="Footer">
    <w:name w:val="footer"/>
    <w:basedOn w:val="Normal"/>
    <w:link w:val="FooterChar"/>
    <w:uiPriority w:val="99"/>
    <w:unhideWhenUsed/>
    <w:rsid w:val="00DD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332"/>
  </w:style>
  <w:style w:type="paragraph" w:styleId="ListParagraph">
    <w:name w:val="List Paragraph"/>
    <w:basedOn w:val="Normal"/>
    <w:uiPriority w:val="34"/>
    <w:qFormat/>
    <w:rsid w:val="00DD13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1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3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66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B490840B</Template>
  <TotalTime>44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Sferrazza</dc:creator>
  <cp:lastModifiedBy>Alicia Sferrazza</cp:lastModifiedBy>
  <cp:revision>1</cp:revision>
  <dcterms:created xsi:type="dcterms:W3CDTF">2014-06-19T16:04:00Z</dcterms:created>
  <dcterms:modified xsi:type="dcterms:W3CDTF">2014-06-19T16:48:00Z</dcterms:modified>
</cp:coreProperties>
</file>